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F26DAD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Huff Cons Elementary Middle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098207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F26DAD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F26DAD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19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F26DAD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19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F26DAD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19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F26DAD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100.0%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F26DA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68.4%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F26DA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31.6%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F26DA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F26DA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F26DAD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84.2%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F26DAD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F26DAD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15.8%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F26DAD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F26DAD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F26DA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F26DAD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F26DA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F26DAD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F26DA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F26DAD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F26DA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F26DA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F26DA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89.5%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F26DA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F26DA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F26DA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F26DA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F26DA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F26DA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21.1%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F26DAD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F26DA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36.8%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F26DA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F26DA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15.8%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F26DA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F26DA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  <w:tc>
          <w:tcPr>
            <w:tcW w:w="912" w:type="pct"/>
          </w:tcPr>
          <w:p w:rsidR="00ED0933" w:rsidRPr="007646BD" w:rsidRDefault="00F26DA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15.8%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F26DA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31.6%</w:t>
            </w:r>
          </w:p>
        </w:tc>
        <w:tc>
          <w:tcPr>
            <w:tcW w:w="912" w:type="pct"/>
          </w:tcPr>
          <w:p w:rsidR="00ED0933" w:rsidRPr="007646BD" w:rsidRDefault="00F26DA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52.6%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F26DA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42.1%</w:t>
            </w:r>
          </w:p>
        </w:tc>
        <w:tc>
          <w:tcPr>
            <w:tcW w:w="912" w:type="pct"/>
          </w:tcPr>
          <w:p w:rsidR="00ED0933" w:rsidRPr="007646BD" w:rsidRDefault="00F26DA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26.3%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F26DA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  <w:tc>
          <w:tcPr>
            <w:tcW w:w="912" w:type="pct"/>
          </w:tcPr>
          <w:p w:rsidR="00ED0933" w:rsidRPr="007646BD" w:rsidRDefault="00F26DA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F26DA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  <w:tc>
          <w:tcPr>
            <w:tcW w:w="912" w:type="pct"/>
          </w:tcPr>
          <w:p w:rsidR="00ED0933" w:rsidRPr="007646BD" w:rsidRDefault="00F26DA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F26DA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  <w:tc>
          <w:tcPr>
            <w:tcW w:w="912" w:type="pct"/>
          </w:tcPr>
          <w:p w:rsidR="00ED0933" w:rsidRPr="007646BD" w:rsidRDefault="00F26DA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F26DA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F26DA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F26DA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F26DA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F26DA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F26DA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F26DA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57.9%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F26DA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21.1%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F26DA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F26DA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F26DA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F26DA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F26DA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15.8%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F26DA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F26DA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89.5%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F26DAD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5.3%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F26DA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5.3%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F26DA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78.9%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F26DA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F26DA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F26DA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F26DA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F26DA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F26DA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F26DA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47.4%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F26DA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F26DA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5.3%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0.0%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F26DAD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9B797D" w:rsidRPr="00797E2A" w:rsidRDefault="00F26DAD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15.8%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F26DA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440" w:type="dxa"/>
          </w:tcPr>
          <w:p w:rsidR="008B42CE" w:rsidRPr="00797E2A" w:rsidRDefault="00F26DA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15.8%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F26DA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47.4%</w:t>
            </w:r>
          </w:p>
        </w:tc>
        <w:tc>
          <w:tcPr>
            <w:tcW w:w="1440" w:type="dxa"/>
          </w:tcPr>
          <w:p w:rsidR="008B42CE" w:rsidRPr="00797E2A" w:rsidRDefault="00F26DA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47.4%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440" w:type="dxa"/>
          </w:tcPr>
          <w:p w:rsidR="00ED0933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21.1%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57.9%</w:t>
            </w:r>
          </w:p>
        </w:tc>
        <w:tc>
          <w:tcPr>
            <w:tcW w:w="889" w:type="pct"/>
          </w:tcPr>
          <w:p w:rsidR="004206F3" w:rsidRPr="000B28B6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42.1%</w:t>
            </w:r>
          </w:p>
        </w:tc>
        <w:tc>
          <w:tcPr>
            <w:tcW w:w="1011" w:type="pct"/>
          </w:tcPr>
          <w:p w:rsidR="004206F3" w:rsidRPr="000B28B6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42.1%</w:t>
            </w:r>
          </w:p>
        </w:tc>
        <w:tc>
          <w:tcPr>
            <w:tcW w:w="889" w:type="pct"/>
          </w:tcPr>
          <w:p w:rsidR="004206F3" w:rsidRPr="000B28B6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57.9%</w:t>
            </w:r>
          </w:p>
        </w:tc>
        <w:tc>
          <w:tcPr>
            <w:tcW w:w="1011" w:type="pct"/>
          </w:tcPr>
          <w:p w:rsidR="004206F3" w:rsidRPr="000B28B6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63.2%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26.3%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10.5%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F26DA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2250" w:type="dxa"/>
            <w:noWrap/>
          </w:tcPr>
          <w:p w:rsidR="004206F3" w:rsidRPr="00797E2A" w:rsidRDefault="00F26DA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2250" w:type="dxa"/>
            <w:noWrap/>
          </w:tcPr>
          <w:p w:rsidR="004206F3" w:rsidRPr="00797E2A" w:rsidRDefault="00F26DA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36.8%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F26DA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2250" w:type="dxa"/>
            <w:noWrap/>
          </w:tcPr>
          <w:p w:rsidR="004206F3" w:rsidRPr="00797E2A" w:rsidRDefault="00F26DA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2250" w:type="dxa"/>
            <w:noWrap/>
          </w:tcPr>
          <w:p w:rsidR="004206F3" w:rsidRPr="00797E2A" w:rsidRDefault="00F26DA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31.6%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F26DA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2250" w:type="dxa"/>
            <w:noWrap/>
          </w:tcPr>
          <w:p w:rsidR="004206F3" w:rsidRPr="00797E2A" w:rsidRDefault="00F26DA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2250" w:type="dxa"/>
            <w:noWrap/>
          </w:tcPr>
          <w:p w:rsidR="004206F3" w:rsidRPr="00797E2A" w:rsidRDefault="00F26DA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21.1%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F26DA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2250" w:type="dxa"/>
            <w:noWrap/>
          </w:tcPr>
          <w:p w:rsidR="004206F3" w:rsidRPr="00797E2A" w:rsidRDefault="00F26DA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F26DA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F26DA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2250" w:type="dxa"/>
            <w:noWrap/>
          </w:tcPr>
          <w:p w:rsidR="004206F3" w:rsidRPr="00797E2A" w:rsidRDefault="00F26DA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2250" w:type="dxa"/>
            <w:noWrap/>
          </w:tcPr>
          <w:p w:rsidR="004206F3" w:rsidRPr="00797E2A" w:rsidRDefault="00F26DA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5.3%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F26DA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F26DA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2250" w:type="dxa"/>
            <w:noWrap/>
          </w:tcPr>
          <w:p w:rsidR="004206F3" w:rsidRPr="00797E2A" w:rsidRDefault="00F26DA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5.3%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36.8%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370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15.8%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370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15.8%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370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10.5%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370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10.5%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370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5.3%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370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5.3%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47.4%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5.3%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5.3%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63.2%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47.4%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26DA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10.5%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10.5%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5.3%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15.8%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31.6%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21.1%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15.8%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15.8%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5.3%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26.3%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15.8%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42.1%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10.5%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10.5%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5.3%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5.3%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21.1%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5.3%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5.3%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10.5%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5.3%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5.3%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26DA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26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99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435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26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99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435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26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99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435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26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99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435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5.3%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99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435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99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52.6%</w:t>
            </w:r>
          </w:p>
        </w:tc>
        <w:tc>
          <w:tcPr>
            <w:tcW w:w="1435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99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1435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99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1435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26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99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435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99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47.4%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435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99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1435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99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68.4%</w:t>
            </w:r>
          </w:p>
        </w:tc>
        <w:tc>
          <w:tcPr>
            <w:tcW w:w="1435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26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99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435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26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99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52.6%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435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26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99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435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26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99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47.4%</w:t>
            </w:r>
          </w:p>
        </w:tc>
        <w:tc>
          <w:tcPr>
            <w:tcW w:w="1170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435" w:type="dxa"/>
            <w:noWrap/>
          </w:tcPr>
          <w:p w:rsidR="00364F87" w:rsidRPr="00797E2A" w:rsidRDefault="00F26DA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0.0%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57.9%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47.4%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42.1%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63.2%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57.9%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52.6%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47.4%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47.4%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57.9%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63.2%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57.9%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57.9%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15.8%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F26DA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DAD" w:rsidRDefault="00F26DAD" w:rsidP="0035328A">
      <w:pPr>
        <w:spacing w:after="0" w:line="240" w:lineRule="auto"/>
      </w:pPr>
      <w:r>
        <w:separator/>
      </w:r>
    </w:p>
  </w:endnote>
  <w:endnote w:type="continuationSeparator" w:id="0">
    <w:p w:rsidR="00F26DAD" w:rsidRDefault="00F26DAD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F26DAD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DAD" w:rsidRDefault="00F26DAD" w:rsidP="0035328A">
      <w:pPr>
        <w:spacing w:after="0" w:line="240" w:lineRule="auto"/>
      </w:pPr>
      <w:r>
        <w:separator/>
      </w:r>
    </w:p>
  </w:footnote>
  <w:footnote w:type="continuationSeparator" w:id="0">
    <w:p w:rsidR="00F26DAD" w:rsidRDefault="00F26DAD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AD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26DAD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8EFAD47E-967C-4959-93ED-AEF6D564C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7A450-9B39-442C-966A-7C4037E46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2016-04-26T20:02:00Z</dcterms:created>
  <dcterms:modified xsi:type="dcterms:W3CDTF">2016-04-26T20:02:00Z</dcterms:modified>
</cp:coreProperties>
</file>